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C95472C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6F602F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EC195F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DC6D0C" w:rsidRPr="006F602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EC195F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2E1AF0F5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EC195F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EC195F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8484012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CEC5C9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0EC89687" w:rsidRPr="216E4DA5">
        <w:rPr>
          <w:rFonts w:ascii="Corbel" w:hAnsi="Corbel"/>
          <w:b w:val="0"/>
          <w:smallCaps w:val="0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</w:t>
            </w: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 xml:space="preserve">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D884ACC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E8596ED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A2C10" w14:textId="77777777" w:rsidR="00545971" w:rsidRDefault="00545971" w:rsidP="00C16ABF">
      <w:pPr>
        <w:spacing w:after="0" w:line="240" w:lineRule="auto"/>
      </w:pPr>
      <w:r>
        <w:separator/>
      </w:r>
    </w:p>
  </w:endnote>
  <w:endnote w:type="continuationSeparator" w:id="0">
    <w:p w14:paraId="0C5FA1C9" w14:textId="77777777" w:rsidR="00545971" w:rsidRDefault="005459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E0D1C" w14:textId="77777777" w:rsidR="00545971" w:rsidRDefault="00545971" w:rsidP="00C16ABF">
      <w:pPr>
        <w:spacing w:after="0" w:line="240" w:lineRule="auto"/>
      </w:pPr>
      <w:r>
        <w:separator/>
      </w:r>
    </w:p>
  </w:footnote>
  <w:footnote w:type="continuationSeparator" w:id="0">
    <w:p w14:paraId="7B5E0DA1" w14:textId="77777777" w:rsidR="00545971" w:rsidRDefault="0054597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66A"/>
    <w:rsid w:val="004D5282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4597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393"/>
    <w:rsid w:val="00BF2C41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57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195F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022091-EEB0-4497-8F2F-84DF77B6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956</Words>
  <Characters>5742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2020-12-28T13:13:00Z</dcterms:created>
  <dcterms:modified xsi:type="dcterms:W3CDTF">2021-11-04T14:02:00Z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